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3B4D7C7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557">
        <w:rPr>
          <w:rFonts w:ascii="Corbel" w:hAnsi="Corbel"/>
          <w:i/>
          <w:smallCaps/>
          <w:sz w:val="24"/>
          <w:szCs w:val="24"/>
        </w:rPr>
        <w:t>202</w:t>
      </w:r>
      <w:r w:rsidR="00AF2A5F">
        <w:rPr>
          <w:rFonts w:ascii="Corbel" w:hAnsi="Corbel"/>
          <w:i/>
          <w:smallCaps/>
          <w:sz w:val="24"/>
          <w:szCs w:val="24"/>
        </w:rPr>
        <w:t>2</w:t>
      </w:r>
      <w:r w:rsidR="001D2557">
        <w:rPr>
          <w:rFonts w:ascii="Corbel" w:hAnsi="Corbel"/>
          <w:i/>
          <w:smallCaps/>
          <w:sz w:val="24"/>
          <w:szCs w:val="24"/>
        </w:rPr>
        <w:t>-202</w:t>
      </w:r>
      <w:r w:rsidR="00AF2A5F">
        <w:rPr>
          <w:rFonts w:ascii="Corbel" w:hAnsi="Corbel"/>
          <w:i/>
          <w:smallCaps/>
          <w:sz w:val="24"/>
          <w:szCs w:val="24"/>
        </w:rPr>
        <w:t>5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6C1F9ED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557">
        <w:rPr>
          <w:rFonts w:ascii="Corbel" w:hAnsi="Corbel"/>
          <w:sz w:val="20"/>
          <w:szCs w:val="20"/>
        </w:rPr>
        <w:t>202</w:t>
      </w:r>
      <w:r w:rsidR="00AF2A5F">
        <w:rPr>
          <w:rFonts w:ascii="Corbel" w:hAnsi="Corbel"/>
          <w:sz w:val="20"/>
          <w:szCs w:val="20"/>
        </w:rPr>
        <w:t>2</w:t>
      </w:r>
      <w:r w:rsidR="001D2557">
        <w:rPr>
          <w:rFonts w:ascii="Corbel" w:hAnsi="Corbel"/>
          <w:sz w:val="20"/>
          <w:szCs w:val="20"/>
        </w:rPr>
        <w:t>/202</w:t>
      </w:r>
      <w:r w:rsidR="00AF2A5F">
        <w:rPr>
          <w:rFonts w:ascii="Corbel" w:hAnsi="Corbel"/>
          <w:sz w:val="20"/>
          <w:szCs w:val="20"/>
        </w:rPr>
        <w:t>3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467B83AA" w:rsidR="0085747A" w:rsidRPr="009C54AE" w:rsidRDefault="00AE4D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5F7DE81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4C76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794A5FD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50F4F7B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764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316566F9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F2A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011383E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2CC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36A8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8BE7A2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EFF4F3D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A18E397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DA4EBE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5E5C98AA" w:rsidR="009C54AE" w:rsidRDefault="00E22FBC" w:rsidP="006103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103D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34A2C71" w14:textId="46A86BB5" w:rsidR="0085747A" w:rsidRPr="009C54AE" w:rsidRDefault="00DE5A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4302"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  <w:p w14:paraId="5F97D3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9C54AE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 xml:space="preserve">. Model okresów życia </w:t>
            </w:r>
            <w:proofErr w:type="spellStart"/>
            <w:r w:rsidRPr="00FD7474">
              <w:rPr>
                <w:rFonts w:ascii="Corbel" w:hAnsi="Corbel"/>
              </w:rPr>
              <w:t>D.J</w:t>
            </w:r>
            <w:proofErr w:type="spellEnd"/>
            <w:r w:rsidRPr="00FD7474">
              <w:rPr>
                <w:rFonts w:ascii="Corbel" w:hAnsi="Corbel"/>
              </w:rPr>
              <w:t>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256EB18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87E43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6729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087E43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68BE1EAA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36E78A" w14:textId="77777777" w:rsidR="009E267C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11D90A11" w:rsidR="00C61DC5" w:rsidRPr="009C54AE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C33058B" w14:textId="7C68937D" w:rsidR="009E267C" w:rsidRDefault="009E267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DE94F6E" w14:textId="4E63F822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36E279D" w14:textId="77777777" w:rsidR="00C61DC5" w:rsidRDefault="00C61DC5" w:rsidP="005255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55E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5E728AB" w14:textId="586A063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4C6B029D" w14:textId="1F5F7366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ACCDCD2" w14:textId="181FD7A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5D2F3BEF" w14:textId="452D1AE1" w:rsidR="003C55BD" w:rsidRPr="009C54AE" w:rsidRDefault="003C55BD" w:rsidP="003C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14:paraId="69B01998" w14:textId="648EBA00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2AA93" w14:textId="0FAD1A03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18D6F" w14:textId="449A1890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E267C">
              <w:rPr>
                <w:rFonts w:ascii="Corbel" w:hAnsi="Corbel"/>
                <w:sz w:val="24"/>
                <w:szCs w:val="24"/>
              </w:rPr>
              <w:t>0</w:t>
            </w:r>
          </w:p>
          <w:p w14:paraId="24535311" w14:textId="72BAE651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48E674" w14:textId="695A9EC5" w:rsidR="003C55BD" w:rsidRDefault="009E267C" w:rsidP="009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7</w:t>
            </w:r>
          </w:p>
          <w:p w14:paraId="781B2367" w14:textId="0722AD96" w:rsidR="003C55BD" w:rsidRPr="009C54AE" w:rsidRDefault="003C55BD" w:rsidP="003C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7E9FF745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92E3DED" w14:textId="2717B9D4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K., Ziółkowska, B. (2016). Psychologia rozwoju człowieka. Sopot: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47DFCE0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FEFC8E4" w14:textId="1076793B" w:rsidR="008D6524" w:rsidRPr="009A623D" w:rsidRDefault="008D652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T., Lew-Koralewicz, A., Ślęczkowska, M. (2019). Oddział klasowy dla dzieci ze spektrum autyzmu a problemy integracji społecznej - na przykładzie ogólnodostępnej szkoły podstawowej w Rzeszowie. </w:t>
            </w:r>
            <w:proofErr w:type="spellStart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Chowanna</w:t>
            </w:r>
            <w:proofErr w:type="spellEnd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1 (52), 211-229.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Hoffman, </w:t>
            </w: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(2006). Empatia i rozwój moralny. Gdańsk: </w:t>
            </w: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GWP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H.R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2A0C5" w14:textId="77777777" w:rsidR="006767A8" w:rsidRDefault="006767A8" w:rsidP="00C16ABF">
      <w:pPr>
        <w:spacing w:after="0" w:line="240" w:lineRule="auto"/>
      </w:pPr>
      <w:r>
        <w:separator/>
      </w:r>
    </w:p>
  </w:endnote>
  <w:endnote w:type="continuationSeparator" w:id="0">
    <w:p w14:paraId="447F4536" w14:textId="77777777" w:rsidR="006767A8" w:rsidRDefault="006767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89347" w14:textId="77777777" w:rsidR="006767A8" w:rsidRDefault="006767A8" w:rsidP="00C16ABF">
      <w:pPr>
        <w:spacing w:after="0" w:line="240" w:lineRule="auto"/>
      </w:pPr>
      <w:r>
        <w:separator/>
      </w:r>
    </w:p>
  </w:footnote>
  <w:footnote w:type="continuationSeparator" w:id="0">
    <w:p w14:paraId="40C75962" w14:textId="77777777" w:rsidR="006767A8" w:rsidRDefault="006767A8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899"/>
    <w:rsid w:val="000835F6"/>
    <w:rsid w:val="00084C12"/>
    <w:rsid w:val="00087E4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557"/>
    <w:rsid w:val="001D657B"/>
    <w:rsid w:val="001D7B54"/>
    <w:rsid w:val="001E0209"/>
    <w:rsid w:val="001F2CA2"/>
    <w:rsid w:val="00212A47"/>
    <w:rsid w:val="002144C0"/>
    <w:rsid w:val="0022477D"/>
    <w:rsid w:val="002278A9"/>
    <w:rsid w:val="00231136"/>
    <w:rsid w:val="002336F9"/>
    <w:rsid w:val="0024028F"/>
    <w:rsid w:val="00244ABC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95265"/>
    <w:rsid w:val="003A0A5B"/>
    <w:rsid w:val="003A1176"/>
    <w:rsid w:val="003C0BAE"/>
    <w:rsid w:val="003C196D"/>
    <w:rsid w:val="003C55B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971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55E4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1029B"/>
    <w:rsid w:val="006103D0"/>
    <w:rsid w:val="00617230"/>
    <w:rsid w:val="00621CE1"/>
    <w:rsid w:val="00627FC9"/>
    <w:rsid w:val="00647FA8"/>
    <w:rsid w:val="00650C5F"/>
    <w:rsid w:val="006546D7"/>
    <w:rsid w:val="00654934"/>
    <w:rsid w:val="006620D9"/>
    <w:rsid w:val="00671958"/>
    <w:rsid w:val="00675843"/>
    <w:rsid w:val="006767A8"/>
    <w:rsid w:val="00696477"/>
    <w:rsid w:val="006B6B58"/>
    <w:rsid w:val="006C53FC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D6524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7F14"/>
    <w:rsid w:val="009A623D"/>
    <w:rsid w:val="009A78CD"/>
    <w:rsid w:val="009A78D9"/>
    <w:rsid w:val="009C1331"/>
    <w:rsid w:val="009C3E31"/>
    <w:rsid w:val="009C54AE"/>
    <w:rsid w:val="009C788E"/>
    <w:rsid w:val="009E267C"/>
    <w:rsid w:val="009E3B41"/>
    <w:rsid w:val="009F2380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C76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4D37"/>
    <w:rsid w:val="00AE5FCB"/>
    <w:rsid w:val="00AF2A5F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2516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2E77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2764D"/>
    <w:rsid w:val="00D31F50"/>
    <w:rsid w:val="00D352C9"/>
    <w:rsid w:val="00D35DE2"/>
    <w:rsid w:val="00D425B2"/>
    <w:rsid w:val="00D428D6"/>
    <w:rsid w:val="00D552B2"/>
    <w:rsid w:val="00D57EEF"/>
    <w:rsid w:val="00D608D1"/>
    <w:rsid w:val="00D65516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7E88"/>
    <w:rsid w:val="00E8107D"/>
    <w:rsid w:val="00E960BB"/>
    <w:rsid w:val="00E97DC8"/>
    <w:rsid w:val="00EA2074"/>
    <w:rsid w:val="00EA4832"/>
    <w:rsid w:val="00EA4C19"/>
    <w:rsid w:val="00EA4E9D"/>
    <w:rsid w:val="00EB1935"/>
    <w:rsid w:val="00EC4899"/>
    <w:rsid w:val="00ED03AB"/>
    <w:rsid w:val="00ED32D2"/>
    <w:rsid w:val="00EE32DE"/>
    <w:rsid w:val="00EE5457"/>
    <w:rsid w:val="00EF2DF3"/>
    <w:rsid w:val="00F070AB"/>
    <w:rsid w:val="00F17567"/>
    <w:rsid w:val="00F22CB4"/>
    <w:rsid w:val="00F27A7B"/>
    <w:rsid w:val="00F5218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1B"/>
    <w:rsid w:val="00FF016A"/>
    <w:rsid w:val="00FF1401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29C67C2C-A921-462A-9DA2-DB3E0E3D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18F9-786F-4DB9-BAB0-CCB3B58E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1240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13</cp:revision>
  <cp:lastPrinted>2020-10-13T08:16:00Z</cp:lastPrinted>
  <dcterms:created xsi:type="dcterms:W3CDTF">2022-04-25T09:00:00Z</dcterms:created>
  <dcterms:modified xsi:type="dcterms:W3CDTF">2022-09-29T08:05:00Z</dcterms:modified>
</cp:coreProperties>
</file>